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33" w:rsidRPr="00DE7080" w:rsidRDefault="00F4041C" w:rsidP="00E66A33">
      <w:pPr>
        <w:pStyle w:val="Heading1"/>
      </w:pPr>
      <w:r>
        <w:t xml:space="preserve">Endress+Hauser </w:t>
      </w:r>
      <w:r w:rsidR="000659F6">
        <w:t>stärkt Präsenz in Südamerika</w:t>
      </w:r>
    </w:p>
    <w:p w:rsidR="00E66A33" w:rsidRPr="00E9431C" w:rsidRDefault="00053E1B" w:rsidP="00E66A33">
      <w:pPr>
        <w:pStyle w:val="Heading2"/>
      </w:pPr>
      <w:r>
        <w:t>Mit</w:t>
      </w:r>
      <w:r w:rsidR="00865881">
        <w:t xml:space="preserve"> </w:t>
      </w:r>
      <w:r w:rsidR="00AE1FE2">
        <w:t xml:space="preserve">der Gründung einer eigenen Vertriebsgesellschaft </w:t>
      </w:r>
      <w:r w:rsidR="00AE1FE2" w:rsidRPr="00AE1FE2">
        <w:t>in</w:t>
      </w:r>
      <w:r>
        <w:t xml:space="preserve"> Kolumbien</w:t>
      </w:r>
      <w:r w:rsidR="00AE1FE2" w:rsidRPr="00AE1FE2">
        <w:t xml:space="preserve"> </w:t>
      </w:r>
      <w:r>
        <w:t>will</w:t>
      </w:r>
      <w:r w:rsidR="00AE1FE2">
        <w:t xml:space="preserve"> das </w:t>
      </w:r>
      <w:r w:rsidR="00865881">
        <w:t>Messtechnik-</w:t>
      </w:r>
      <w:r w:rsidR="00AE1FE2">
        <w:t>Unternehmen den Wachstumsmarkt noch besser bedienen</w:t>
      </w:r>
    </w:p>
    <w:p w:rsidR="00877C69" w:rsidRPr="00DE0F24" w:rsidRDefault="00AE1FE2" w:rsidP="00877C69">
      <w:pPr>
        <w:rPr>
          <w:b/>
          <w:lang w:val="de-CH"/>
        </w:rPr>
      </w:pPr>
      <w:r>
        <w:rPr>
          <w:b/>
        </w:rPr>
        <w:t xml:space="preserve">Nach </w:t>
      </w:r>
      <w:r w:rsidR="00167B05">
        <w:rPr>
          <w:b/>
        </w:rPr>
        <w:t>zwei Jahrzehnten</w:t>
      </w:r>
      <w:r w:rsidR="00167B05">
        <w:rPr>
          <w:b/>
          <w:lang w:val="de-CH"/>
        </w:rPr>
        <w:t xml:space="preserve"> </w:t>
      </w:r>
      <w:r>
        <w:rPr>
          <w:b/>
          <w:lang w:val="de-CH"/>
        </w:rPr>
        <w:t>Präsenz</w:t>
      </w:r>
      <w:r w:rsidR="00167B05">
        <w:rPr>
          <w:b/>
          <w:lang w:val="de-CH"/>
        </w:rPr>
        <w:t xml:space="preserve"> </w:t>
      </w:r>
      <w:r>
        <w:rPr>
          <w:b/>
          <w:lang w:val="de-CH"/>
        </w:rPr>
        <w:t xml:space="preserve">am </w:t>
      </w:r>
      <w:r w:rsidR="00053E1B">
        <w:rPr>
          <w:b/>
          <w:lang w:val="de-CH"/>
        </w:rPr>
        <w:t xml:space="preserve">kolumbianischen </w:t>
      </w:r>
      <w:r>
        <w:rPr>
          <w:b/>
          <w:lang w:val="de-CH"/>
        </w:rPr>
        <w:t>Markt steht der Name</w:t>
      </w:r>
      <w:r w:rsidR="001970A8">
        <w:rPr>
          <w:b/>
          <w:lang w:val="de-CH"/>
        </w:rPr>
        <w:t xml:space="preserve"> </w:t>
      </w:r>
      <w:r w:rsidR="00167B05">
        <w:rPr>
          <w:b/>
          <w:lang w:val="de-CH"/>
        </w:rPr>
        <w:t>Endress+Hauser</w:t>
      </w:r>
      <w:r>
        <w:rPr>
          <w:b/>
          <w:lang w:val="de-CH"/>
        </w:rPr>
        <w:t xml:space="preserve"> auch </w:t>
      </w:r>
      <w:r w:rsidR="00053E1B">
        <w:rPr>
          <w:b/>
          <w:lang w:val="de-CH"/>
        </w:rPr>
        <w:t xml:space="preserve">hier </w:t>
      </w:r>
      <w:r>
        <w:rPr>
          <w:b/>
          <w:lang w:val="de-CH"/>
        </w:rPr>
        <w:t>für Qualität, Sicherheit und Zuverlässigkeit</w:t>
      </w:r>
      <w:r w:rsidR="000659F6">
        <w:rPr>
          <w:b/>
          <w:lang w:val="de-CH"/>
        </w:rPr>
        <w:t>.</w:t>
      </w:r>
      <w:r w:rsidR="00F4041C">
        <w:rPr>
          <w:b/>
          <w:lang w:val="de-CH"/>
        </w:rPr>
        <w:t xml:space="preserve"> </w:t>
      </w:r>
      <w:r w:rsidR="00865881">
        <w:rPr>
          <w:b/>
          <w:lang w:val="de-CH"/>
        </w:rPr>
        <w:t xml:space="preserve">Um die </w:t>
      </w:r>
      <w:r w:rsidR="00865881" w:rsidRPr="00865881">
        <w:rPr>
          <w:b/>
          <w:lang w:val="de-CH"/>
        </w:rPr>
        <w:t xml:space="preserve">Marke </w:t>
      </w:r>
      <w:r w:rsidR="00865881">
        <w:rPr>
          <w:b/>
          <w:lang w:val="de-CH"/>
        </w:rPr>
        <w:t>noch stärker zu v</w:t>
      </w:r>
      <w:r w:rsidR="00865881" w:rsidRPr="00865881">
        <w:rPr>
          <w:b/>
          <w:lang w:val="de-CH"/>
        </w:rPr>
        <w:t>erankern</w:t>
      </w:r>
      <w:r w:rsidR="00865881">
        <w:rPr>
          <w:b/>
          <w:lang w:val="de-CH"/>
        </w:rPr>
        <w:t xml:space="preserve">, übernimmt das Unternehmen </w:t>
      </w:r>
      <w:r w:rsidR="00865881" w:rsidRPr="00865881">
        <w:rPr>
          <w:b/>
          <w:lang w:val="de-CH"/>
        </w:rPr>
        <w:t xml:space="preserve">zu 100 Prozent </w:t>
      </w:r>
      <w:r w:rsidR="00865881">
        <w:rPr>
          <w:b/>
          <w:lang w:val="de-CH"/>
        </w:rPr>
        <w:t xml:space="preserve">den Bereich </w:t>
      </w:r>
      <w:r w:rsidR="001970A8" w:rsidRPr="001970A8">
        <w:rPr>
          <w:b/>
          <w:lang w:val="de-CH"/>
        </w:rPr>
        <w:t>Prozessautomatisierung seines langjähri</w:t>
      </w:r>
      <w:r w:rsidR="00904B84">
        <w:rPr>
          <w:b/>
          <w:lang w:val="de-CH"/>
        </w:rPr>
        <w:t xml:space="preserve">gen </w:t>
      </w:r>
      <w:r w:rsidRPr="00AE1FE2">
        <w:rPr>
          <w:b/>
          <w:lang w:val="de-CH"/>
        </w:rPr>
        <w:t>Vertriebs- und Servicepartner</w:t>
      </w:r>
      <w:r>
        <w:rPr>
          <w:b/>
          <w:lang w:val="de-CH"/>
        </w:rPr>
        <w:t>s</w:t>
      </w:r>
      <w:r w:rsidR="00865881">
        <w:rPr>
          <w:b/>
          <w:lang w:val="de-CH"/>
        </w:rPr>
        <w:t xml:space="preserve"> </w:t>
      </w:r>
      <w:proofErr w:type="spellStart"/>
      <w:r w:rsidR="00865881">
        <w:rPr>
          <w:b/>
          <w:lang w:val="de-CH"/>
        </w:rPr>
        <w:t>Colsein</w:t>
      </w:r>
      <w:proofErr w:type="spellEnd"/>
      <w:r w:rsidR="00865881">
        <w:rPr>
          <w:b/>
          <w:lang w:val="de-CH"/>
        </w:rPr>
        <w:t xml:space="preserve"> </w:t>
      </w:r>
      <w:proofErr w:type="spellStart"/>
      <w:r w:rsidR="00865881">
        <w:rPr>
          <w:b/>
          <w:lang w:val="de-CH"/>
        </w:rPr>
        <w:t>Ltda</w:t>
      </w:r>
      <w:proofErr w:type="spellEnd"/>
      <w:r w:rsidR="00865881">
        <w:rPr>
          <w:b/>
          <w:lang w:val="de-CH"/>
        </w:rPr>
        <w:t>.</w:t>
      </w:r>
      <w:r w:rsidR="00053E1B">
        <w:rPr>
          <w:b/>
          <w:lang w:val="de-CH"/>
        </w:rPr>
        <w:t xml:space="preserve"> in </w:t>
      </w:r>
      <w:proofErr w:type="spellStart"/>
      <w:r w:rsidR="00053E1B">
        <w:rPr>
          <w:b/>
          <w:lang w:val="de-CH"/>
        </w:rPr>
        <w:t>Bogotà</w:t>
      </w:r>
      <w:proofErr w:type="spellEnd"/>
      <w:r w:rsidR="00053E1B">
        <w:rPr>
          <w:b/>
          <w:lang w:val="de-CH"/>
        </w:rPr>
        <w:t>.</w:t>
      </w:r>
    </w:p>
    <w:p w:rsidR="00053E1B" w:rsidRDefault="000659F6" w:rsidP="006527DE">
      <w:r>
        <w:t>„</w:t>
      </w:r>
      <w:r w:rsidR="00053E1B">
        <w:t>Wir betrachten</w:t>
      </w:r>
      <w:r>
        <w:t xml:space="preserve"> Kolumbien </w:t>
      </w:r>
      <w:r w:rsidR="00053E1B">
        <w:t xml:space="preserve">als </w:t>
      </w:r>
      <w:r>
        <w:t>ein</w:t>
      </w:r>
      <w:r w:rsidR="00D35C1C">
        <w:t>en Markt mit einem hohen Potenzial für weiteres Wachstum“</w:t>
      </w:r>
      <w:r>
        <w:t xml:space="preserve">, erklärt </w:t>
      </w:r>
      <w:r w:rsidR="00B875E6">
        <w:t xml:space="preserve">Michael  </w:t>
      </w:r>
      <w:proofErr w:type="spellStart"/>
      <w:r w:rsidR="00B875E6">
        <w:t>Ziesemer</w:t>
      </w:r>
      <w:proofErr w:type="spellEnd"/>
      <w:r w:rsidR="00B875E6">
        <w:t>, Vizechef</w:t>
      </w:r>
      <w:r w:rsidR="00E92CED">
        <w:t xml:space="preserve"> der</w:t>
      </w:r>
      <w:r w:rsidR="00D35C1C">
        <w:t xml:space="preserve"> Endress+Hauser Gruppe. B</w:t>
      </w:r>
      <w:r w:rsidR="00FF56B0">
        <w:t xml:space="preserve">isher wurde der </w:t>
      </w:r>
      <w:r w:rsidR="00111E14">
        <w:t>Schweizer Spezialist für Mess- und Automatisierungstechnik</w:t>
      </w:r>
      <w:r w:rsidR="00FF56B0">
        <w:t xml:space="preserve"> </w:t>
      </w:r>
      <w:r w:rsidR="002A5888">
        <w:t xml:space="preserve">im Land </w:t>
      </w:r>
      <w:r w:rsidR="00FF56B0">
        <w:t>vom</w:t>
      </w:r>
      <w:r w:rsidR="00D35C1C">
        <w:t xml:space="preserve"> lokalen Partner </w:t>
      </w:r>
      <w:proofErr w:type="spellStart"/>
      <w:r w:rsidR="00D35C1C">
        <w:t>Colsein</w:t>
      </w:r>
      <w:proofErr w:type="spellEnd"/>
      <w:r w:rsidR="00D35C1C">
        <w:t xml:space="preserve"> </w:t>
      </w:r>
      <w:proofErr w:type="spellStart"/>
      <w:r w:rsidR="00D35C1C">
        <w:t>Ltda</w:t>
      </w:r>
      <w:proofErr w:type="spellEnd"/>
      <w:r w:rsidR="00D35C1C">
        <w:t>.</w:t>
      </w:r>
      <w:r w:rsidR="00B96B31">
        <w:t xml:space="preserve"> </w:t>
      </w:r>
      <w:r w:rsidR="00DE0F24">
        <w:t>vertreten</w:t>
      </w:r>
      <w:r w:rsidR="00FF56B0">
        <w:t>, d</w:t>
      </w:r>
      <w:r w:rsidR="00DE0F24">
        <w:t>er</w:t>
      </w:r>
      <w:r w:rsidR="00FF56B0">
        <w:t xml:space="preserve"> neben dem Vertrieb</w:t>
      </w:r>
      <w:r w:rsidR="00703F3A">
        <w:t xml:space="preserve"> </w:t>
      </w:r>
      <w:r w:rsidR="00B96B31">
        <w:t>auch umfassende</w:t>
      </w:r>
      <w:r w:rsidR="00CC0AE3">
        <w:t xml:space="preserve"> Service</w:t>
      </w:r>
      <w:r w:rsidR="00B96B31">
        <w:t>dienstleistungen</w:t>
      </w:r>
      <w:r w:rsidR="002A5888">
        <w:t xml:space="preserve"> </w:t>
      </w:r>
      <w:r w:rsidR="00B96B31">
        <w:t xml:space="preserve">wie </w:t>
      </w:r>
      <w:r w:rsidR="00FF56B0">
        <w:t xml:space="preserve">Kalibrierung, </w:t>
      </w:r>
      <w:r w:rsidR="00DE0F24">
        <w:t>Wartung und</w:t>
      </w:r>
      <w:r w:rsidR="00FF56B0">
        <w:t xml:space="preserve"> Engineering</w:t>
      </w:r>
      <w:r w:rsidR="002A5888">
        <w:t xml:space="preserve"> </w:t>
      </w:r>
      <w:r w:rsidR="00B96B31">
        <w:t>im Portfolio führt</w:t>
      </w:r>
      <w:r w:rsidR="00DE0F24">
        <w:t>.</w:t>
      </w:r>
      <w:r w:rsidR="00D35C1C">
        <w:t xml:space="preserve"> </w:t>
      </w:r>
    </w:p>
    <w:p w:rsidR="00703F3A" w:rsidRDefault="002A5888" w:rsidP="006527DE">
      <w:r>
        <w:t>U</w:t>
      </w:r>
      <w:r w:rsidR="00B96B31">
        <w:t>m zusätzliche</w:t>
      </w:r>
      <w:r w:rsidRPr="002A5888">
        <w:t xml:space="preserve"> Marktanteil</w:t>
      </w:r>
      <w:r w:rsidR="00B96B31">
        <w:t>e</w:t>
      </w:r>
      <w:r w:rsidRPr="002A5888">
        <w:t xml:space="preserve"> </w:t>
      </w:r>
      <w:r w:rsidR="00B96B31">
        <w:t>zu gewinnen</w:t>
      </w:r>
      <w:r w:rsidRPr="002A5888">
        <w:t xml:space="preserve"> und </w:t>
      </w:r>
      <w:r w:rsidR="00053E1B">
        <w:t>die</w:t>
      </w:r>
      <w:r w:rsidRPr="002A5888">
        <w:t xml:space="preserve"> Marke Endress+Hauser </w:t>
      </w:r>
      <w:r w:rsidR="006254F8">
        <w:t>weiter</w:t>
      </w:r>
      <w:r w:rsidR="00053E1B">
        <w:t xml:space="preserve"> </w:t>
      </w:r>
      <w:r w:rsidR="005558DF">
        <w:t xml:space="preserve">im Land </w:t>
      </w:r>
      <w:r w:rsidR="00053E1B">
        <w:t>zu verankern</w:t>
      </w:r>
      <w:r>
        <w:t>, wird</w:t>
      </w:r>
      <w:r w:rsidR="00FF56B0">
        <w:t xml:space="preserve"> der </w:t>
      </w:r>
      <w:r w:rsidR="005F38AE">
        <w:t>Teilb</w:t>
      </w:r>
      <w:r w:rsidR="00FF56B0">
        <w:t>ereich</w:t>
      </w:r>
      <w:r w:rsidR="00FF56B0" w:rsidRPr="00FF56B0">
        <w:t xml:space="preserve"> </w:t>
      </w:r>
      <w:r w:rsidR="00111E14">
        <w:t>Prozessautomatisierung</w:t>
      </w:r>
      <w:r w:rsidR="00AB2A10">
        <w:t xml:space="preserve"> </w:t>
      </w:r>
      <w:r w:rsidR="00CC0AE3">
        <w:t xml:space="preserve">von </w:t>
      </w:r>
      <w:proofErr w:type="spellStart"/>
      <w:r w:rsidR="00CC0AE3">
        <w:t>Colsein</w:t>
      </w:r>
      <w:proofErr w:type="spellEnd"/>
      <w:r w:rsidR="00CC0AE3">
        <w:t xml:space="preserve"> </w:t>
      </w:r>
      <w:r w:rsidR="00FF56B0">
        <w:t xml:space="preserve">auf den 1. Januar 2016 in eine </w:t>
      </w:r>
      <w:r w:rsidR="00DE0F24">
        <w:t>eigene</w:t>
      </w:r>
      <w:r w:rsidR="00FF56B0">
        <w:t xml:space="preserve"> Endress+Hauser Vertriebsgesellschaft überführt</w:t>
      </w:r>
      <w:r w:rsidR="00F4041C">
        <w:t xml:space="preserve">. </w:t>
      </w:r>
      <w:r w:rsidR="009A5862">
        <w:t xml:space="preserve">Das neue Unternehmen </w:t>
      </w:r>
      <w:r w:rsidR="003C6205">
        <w:t>wird</w:t>
      </w:r>
      <w:r w:rsidR="009A5862">
        <w:t xml:space="preserve"> weiterhin in der</w:t>
      </w:r>
      <w:r w:rsidR="009A5862" w:rsidRPr="009A5862">
        <w:t xml:space="preserve"> Hauptstadt </w:t>
      </w:r>
      <w:proofErr w:type="spellStart"/>
      <w:r w:rsidR="009A5862" w:rsidRPr="009A5862">
        <w:t>Bogotà</w:t>
      </w:r>
      <w:proofErr w:type="spellEnd"/>
      <w:r w:rsidR="003C6205">
        <w:t xml:space="preserve"> seinen Sitz haben</w:t>
      </w:r>
      <w:r w:rsidR="009A5862">
        <w:t xml:space="preserve">. </w:t>
      </w:r>
      <w:r w:rsidR="00111E14" w:rsidRPr="00111E14">
        <w:t xml:space="preserve">Gabriel </w:t>
      </w:r>
      <w:proofErr w:type="spellStart"/>
      <w:r w:rsidR="00111E14" w:rsidRPr="00111E14">
        <w:t>Navas</w:t>
      </w:r>
      <w:proofErr w:type="spellEnd"/>
      <w:r w:rsidR="00111E14">
        <w:t xml:space="preserve">, </w:t>
      </w:r>
      <w:r w:rsidR="00FF56B0">
        <w:t>G</w:t>
      </w:r>
      <w:r w:rsidR="00AB2A10">
        <w:t xml:space="preserve">ründer </w:t>
      </w:r>
      <w:r w:rsidR="00CC0AE3">
        <w:t>und G</w:t>
      </w:r>
      <w:r w:rsidR="00FF56B0">
        <w:t xml:space="preserve">eschäftsführer </w:t>
      </w:r>
      <w:r w:rsidR="00CC0AE3">
        <w:t xml:space="preserve">von </w:t>
      </w:r>
      <w:proofErr w:type="spellStart"/>
      <w:r w:rsidR="00CC0AE3">
        <w:t>Colsein</w:t>
      </w:r>
      <w:proofErr w:type="spellEnd"/>
      <w:r w:rsidR="00CC0AE3">
        <w:t>,</w:t>
      </w:r>
      <w:r w:rsidR="00111E14">
        <w:t xml:space="preserve"> </w:t>
      </w:r>
      <w:r w:rsidR="00703F3A">
        <w:t>bleibt</w:t>
      </w:r>
      <w:r w:rsidR="00167B05">
        <w:t xml:space="preserve"> </w:t>
      </w:r>
      <w:r w:rsidR="00925C45">
        <w:t>Mitglied der Geschäftsleitung</w:t>
      </w:r>
      <w:r w:rsidR="009A5862">
        <w:t>.</w:t>
      </w:r>
      <w:r w:rsidR="00703F3A" w:rsidRPr="00703F3A">
        <w:t xml:space="preserve"> </w:t>
      </w:r>
    </w:p>
    <w:p w:rsidR="006527DE" w:rsidRPr="008A2007" w:rsidRDefault="00857694" w:rsidP="006527DE">
      <w:pPr>
        <w:pStyle w:val="Texttitle"/>
        <w:rPr>
          <w:lang w:val="de-CH"/>
        </w:rPr>
      </w:pPr>
      <w:r>
        <w:rPr>
          <w:lang w:val="de-CH"/>
        </w:rPr>
        <w:t>Ein engagiertes Team</w:t>
      </w:r>
    </w:p>
    <w:p w:rsidR="005B6A1A" w:rsidRDefault="005F38AE" w:rsidP="005F38AE">
      <w:pPr>
        <w:rPr>
          <w:lang w:val="de-CH"/>
        </w:rPr>
      </w:pPr>
      <w:proofErr w:type="spellStart"/>
      <w:r w:rsidRPr="005F38AE">
        <w:rPr>
          <w:lang w:val="de-CH"/>
        </w:rPr>
        <w:t>Colsein</w:t>
      </w:r>
      <w:proofErr w:type="spellEnd"/>
      <w:r w:rsidRPr="005F38AE">
        <w:rPr>
          <w:lang w:val="de-CH"/>
        </w:rPr>
        <w:t xml:space="preserve"> </w:t>
      </w:r>
      <w:r w:rsidR="005B6A1A">
        <w:rPr>
          <w:lang w:val="de-CH"/>
        </w:rPr>
        <w:t xml:space="preserve">beschäftigt </w:t>
      </w:r>
      <w:r w:rsidR="00111E14">
        <w:rPr>
          <w:lang w:val="de-CH"/>
        </w:rPr>
        <w:t>etwa</w:t>
      </w:r>
      <w:r w:rsidRPr="005F38AE">
        <w:rPr>
          <w:lang w:val="de-CH"/>
        </w:rPr>
        <w:t xml:space="preserve"> 250 Mitarbeitende, </w:t>
      </w:r>
      <w:r w:rsidR="00F4041C">
        <w:rPr>
          <w:lang w:val="de-CH"/>
        </w:rPr>
        <w:t>fast</w:t>
      </w:r>
      <w:r w:rsidRPr="005F38AE">
        <w:rPr>
          <w:lang w:val="de-CH"/>
        </w:rPr>
        <w:t xml:space="preserve"> ein Drittel</w:t>
      </w:r>
      <w:r w:rsidR="00111E14">
        <w:rPr>
          <w:lang w:val="de-CH"/>
        </w:rPr>
        <w:t xml:space="preserve"> davon</w:t>
      </w:r>
      <w:r w:rsidRPr="005F38AE">
        <w:rPr>
          <w:lang w:val="de-CH"/>
        </w:rPr>
        <w:t xml:space="preserve"> im Bereich Prozess</w:t>
      </w:r>
      <w:r w:rsidR="00111E14">
        <w:rPr>
          <w:lang w:val="de-CH"/>
        </w:rPr>
        <w:t>automatisierung.</w:t>
      </w:r>
      <w:r w:rsidR="008A2007">
        <w:rPr>
          <w:lang w:val="de-CH"/>
        </w:rPr>
        <w:t xml:space="preserve"> Seit</w:t>
      </w:r>
      <w:r w:rsidR="008A2007" w:rsidRPr="008A2007">
        <w:rPr>
          <w:lang w:val="de-CH"/>
        </w:rPr>
        <w:t xml:space="preserve"> 1993 </w:t>
      </w:r>
      <w:r w:rsidR="008A2007">
        <w:rPr>
          <w:lang w:val="de-CH"/>
        </w:rPr>
        <w:t>betreut das</w:t>
      </w:r>
      <w:r w:rsidRPr="005F38AE">
        <w:rPr>
          <w:lang w:val="de-CH"/>
        </w:rPr>
        <w:t xml:space="preserve"> Unternehmen </w:t>
      </w:r>
      <w:r w:rsidR="008A2007">
        <w:rPr>
          <w:lang w:val="de-CH"/>
        </w:rPr>
        <w:t>a</w:t>
      </w:r>
      <w:r w:rsidRPr="005F38AE">
        <w:rPr>
          <w:lang w:val="de-CH"/>
        </w:rPr>
        <w:t xml:space="preserve">ls Repräsentant von Endress+Hauser </w:t>
      </w:r>
      <w:r w:rsidR="00F4041C">
        <w:rPr>
          <w:lang w:val="de-CH"/>
        </w:rPr>
        <w:t xml:space="preserve">in Kolumbien </w:t>
      </w:r>
      <w:r w:rsidR="008A2007">
        <w:rPr>
          <w:lang w:val="de-CH"/>
        </w:rPr>
        <w:t xml:space="preserve">erfolgreich </w:t>
      </w:r>
      <w:r w:rsidRPr="005F38AE">
        <w:rPr>
          <w:lang w:val="de-CH"/>
        </w:rPr>
        <w:t xml:space="preserve">nationale und internationale Kunden. </w:t>
      </w:r>
      <w:r w:rsidR="008A2007">
        <w:rPr>
          <w:lang w:val="de-CH"/>
        </w:rPr>
        <w:t>„</w:t>
      </w:r>
      <w:r w:rsidR="00DC36BD">
        <w:rPr>
          <w:lang w:val="de-CH"/>
        </w:rPr>
        <w:t>Wir sind froh, in Kolumbien auf ein Team</w:t>
      </w:r>
      <w:r w:rsidR="00857694">
        <w:rPr>
          <w:lang w:val="de-CH"/>
        </w:rPr>
        <w:t xml:space="preserve"> von Mitarbeitenden</w:t>
      </w:r>
      <w:r w:rsidR="00DC36BD">
        <w:rPr>
          <w:lang w:val="de-CH"/>
        </w:rPr>
        <w:t xml:space="preserve"> zählen zu können, </w:t>
      </w:r>
      <w:r w:rsidR="00B875E6">
        <w:rPr>
          <w:lang w:val="de-CH"/>
        </w:rPr>
        <w:t>die</w:t>
      </w:r>
      <w:r w:rsidR="00E92CED">
        <w:rPr>
          <w:lang w:val="de-CH"/>
        </w:rPr>
        <w:t xml:space="preserve"> </w:t>
      </w:r>
      <w:r w:rsidR="00B875E6">
        <w:rPr>
          <w:lang w:val="de-CH"/>
        </w:rPr>
        <w:t>mit viel Kompetenz und ganzem Einsatz</w:t>
      </w:r>
      <w:r w:rsidR="00E92CED">
        <w:rPr>
          <w:lang w:val="de-CH"/>
        </w:rPr>
        <w:t xml:space="preserve"> die Marke</w:t>
      </w:r>
      <w:r w:rsidR="005B6A1A">
        <w:rPr>
          <w:lang w:val="de-CH"/>
        </w:rPr>
        <w:t xml:space="preserve"> Endress+Hauser</w:t>
      </w:r>
      <w:r w:rsidR="00E92CED">
        <w:rPr>
          <w:lang w:val="de-CH"/>
        </w:rPr>
        <w:t xml:space="preserve"> </w:t>
      </w:r>
      <w:r w:rsidR="00DC36BD">
        <w:rPr>
          <w:lang w:val="de-CH"/>
        </w:rPr>
        <w:t xml:space="preserve">im Land </w:t>
      </w:r>
      <w:r w:rsidR="00E92CED">
        <w:rPr>
          <w:lang w:val="de-CH"/>
        </w:rPr>
        <w:t>etabliert</w:t>
      </w:r>
      <w:r w:rsidR="006A0C16">
        <w:rPr>
          <w:lang w:val="de-CH"/>
        </w:rPr>
        <w:t xml:space="preserve"> h</w:t>
      </w:r>
      <w:r w:rsidR="00857694">
        <w:rPr>
          <w:lang w:val="de-CH"/>
        </w:rPr>
        <w:t>aben</w:t>
      </w:r>
      <w:r w:rsidR="005B6A1A">
        <w:rPr>
          <w:lang w:val="de-CH"/>
        </w:rPr>
        <w:t xml:space="preserve">“, </w:t>
      </w:r>
      <w:r w:rsidR="00111E14">
        <w:rPr>
          <w:lang w:val="de-CH"/>
        </w:rPr>
        <w:t>anerkennt</w:t>
      </w:r>
      <w:r w:rsidR="005B6A1A">
        <w:rPr>
          <w:lang w:val="de-CH"/>
        </w:rPr>
        <w:t xml:space="preserve"> </w:t>
      </w:r>
      <w:r w:rsidR="00B875E6">
        <w:rPr>
          <w:lang w:val="de-CH"/>
        </w:rPr>
        <w:t xml:space="preserve">Michael </w:t>
      </w:r>
      <w:proofErr w:type="spellStart"/>
      <w:r w:rsidR="00B875E6">
        <w:rPr>
          <w:lang w:val="de-CH"/>
        </w:rPr>
        <w:t>Ziesemer</w:t>
      </w:r>
      <w:proofErr w:type="spellEnd"/>
      <w:r w:rsidR="005B6A1A">
        <w:rPr>
          <w:lang w:val="de-CH"/>
        </w:rPr>
        <w:t>.</w:t>
      </w:r>
      <w:r w:rsidR="00DC36BD">
        <w:rPr>
          <w:lang w:val="de-CH"/>
        </w:rPr>
        <w:t xml:space="preserve"> „Darauf </w:t>
      </w:r>
      <w:r w:rsidR="00857694">
        <w:rPr>
          <w:lang w:val="de-CH"/>
        </w:rPr>
        <w:t xml:space="preserve">können wir </w:t>
      </w:r>
      <w:r w:rsidR="00DC36BD">
        <w:rPr>
          <w:lang w:val="de-CH"/>
        </w:rPr>
        <w:t>aufbauen</w:t>
      </w:r>
      <w:r w:rsidR="00857694">
        <w:rPr>
          <w:lang w:val="de-CH"/>
        </w:rPr>
        <w:t>.</w:t>
      </w:r>
      <w:r w:rsidR="00DC36BD">
        <w:rPr>
          <w:lang w:val="de-CH"/>
        </w:rPr>
        <w:t>“</w:t>
      </w:r>
    </w:p>
    <w:p w:rsidR="00E66A33" w:rsidRPr="005F38AE" w:rsidRDefault="005F38AE" w:rsidP="005F38AE">
      <w:pPr>
        <w:rPr>
          <w:lang w:val="de-CH"/>
        </w:rPr>
      </w:pPr>
      <w:r w:rsidRPr="005F38AE">
        <w:rPr>
          <w:lang w:val="de-CH"/>
        </w:rPr>
        <w:t xml:space="preserve">Mit </w:t>
      </w:r>
      <w:r w:rsidR="002A5888">
        <w:rPr>
          <w:lang w:val="de-CH"/>
        </w:rPr>
        <w:t>fast 50</w:t>
      </w:r>
      <w:r w:rsidRPr="005F38AE">
        <w:rPr>
          <w:lang w:val="de-CH"/>
        </w:rPr>
        <w:t xml:space="preserve"> Mi</w:t>
      </w:r>
      <w:r w:rsidR="002A5888">
        <w:rPr>
          <w:lang w:val="de-CH"/>
        </w:rPr>
        <w:t>llionen</w:t>
      </w:r>
      <w:r w:rsidRPr="005F38AE">
        <w:rPr>
          <w:lang w:val="de-CH"/>
        </w:rPr>
        <w:t xml:space="preserve"> Einwohnern ist Kolumbien nach Brasilien der bevölkerungsreichste Staat </w:t>
      </w:r>
      <w:r w:rsidR="00B875E6" w:rsidRPr="00B875E6">
        <w:rPr>
          <w:lang w:val="de-CH"/>
        </w:rPr>
        <w:t xml:space="preserve">Südamerikas </w:t>
      </w:r>
      <w:r w:rsidR="002A5888">
        <w:rPr>
          <w:lang w:val="de-CH"/>
        </w:rPr>
        <w:t xml:space="preserve">und </w:t>
      </w:r>
      <w:r w:rsidR="00857694">
        <w:rPr>
          <w:lang w:val="de-CH"/>
        </w:rPr>
        <w:t xml:space="preserve">gilt </w:t>
      </w:r>
      <w:r w:rsidR="002A5888">
        <w:rPr>
          <w:lang w:val="de-CH"/>
        </w:rPr>
        <w:t xml:space="preserve">nach Chile </w:t>
      </w:r>
      <w:r w:rsidR="00857694">
        <w:rPr>
          <w:lang w:val="de-CH"/>
        </w:rPr>
        <w:t xml:space="preserve">als </w:t>
      </w:r>
      <w:r w:rsidR="002A5888">
        <w:rPr>
          <w:lang w:val="de-CH"/>
        </w:rPr>
        <w:t>de</w:t>
      </w:r>
      <w:r w:rsidR="00B875E6">
        <w:rPr>
          <w:lang w:val="de-CH"/>
        </w:rPr>
        <w:t>ssen</w:t>
      </w:r>
      <w:r w:rsidRPr="005F38AE">
        <w:rPr>
          <w:lang w:val="de-CH"/>
        </w:rPr>
        <w:t xml:space="preserve"> größte</w:t>
      </w:r>
      <w:r w:rsidR="00B875E6">
        <w:rPr>
          <w:lang w:val="de-CH"/>
        </w:rPr>
        <w:t>r</w:t>
      </w:r>
      <w:r w:rsidRPr="005F38AE">
        <w:rPr>
          <w:lang w:val="de-CH"/>
        </w:rPr>
        <w:t xml:space="preserve"> Wachstumsmarkt.</w:t>
      </w:r>
      <w:r w:rsidR="005B6A1A">
        <w:rPr>
          <w:lang w:val="de-CH"/>
        </w:rPr>
        <w:t xml:space="preserve"> </w:t>
      </w:r>
      <w:r w:rsidR="002A5888">
        <w:rPr>
          <w:lang w:val="de-CH"/>
        </w:rPr>
        <w:t>Besonders die</w:t>
      </w:r>
      <w:r w:rsidR="005B6A1A">
        <w:rPr>
          <w:lang w:val="de-CH"/>
        </w:rPr>
        <w:t xml:space="preserve"> </w:t>
      </w:r>
      <w:r w:rsidR="008A2007" w:rsidRPr="008A2007">
        <w:rPr>
          <w:lang w:val="de-CH"/>
        </w:rPr>
        <w:t>Öl- und Gas</w:t>
      </w:r>
      <w:r w:rsidR="008A2007">
        <w:rPr>
          <w:lang w:val="de-CH"/>
        </w:rPr>
        <w:t>branche</w:t>
      </w:r>
      <w:r w:rsidR="002A5888">
        <w:rPr>
          <w:lang w:val="de-CH"/>
        </w:rPr>
        <w:t xml:space="preserve"> </w:t>
      </w:r>
      <w:r w:rsidR="00DC36BD">
        <w:rPr>
          <w:lang w:val="de-CH"/>
        </w:rPr>
        <w:t>treibt</w:t>
      </w:r>
      <w:r w:rsidR="00843FCE">
        <w:rPr>
          <w:lang w:val="de-CH"/>
        </w:rPr>
        <w:t xml:space="preserve"> d</w:t>
      </w:r>
      <w:r w:rsidR="002A5888">
        <w:rPr>
          <w:lang w:val="de-CH"/>
        </w:rPr>
        <w:t>ie wirtschaftliche Entwicklung</w:t>
      </w:r>
      <w:r w:rsidR="00DC36BD">
        <w:rPr>
          <w:lang w:val="de-CH"/>
        </w:rPr>
        <w:t xml:space="preserve"> an</w:t>
      </w:r>
      <w:r w:rsidR="002A5888">
        <w:rPr>
          <w:lang w:val="de-CH"/>
        </w:rPr>
        <w:t>. Doch auch in der</w:t>
      </w:r>
      <w:r w:rsidR="008A2007">
        <w:rPr>
          <w:lang w:val="de-CH"/>
        </w:rPr>
        <w:t xml:space="preserve"> </w:t>
      </w:r>
      <w:r w:rsidR="006A0C16">
        <w:rPr>
          <w:lang w:val="de-CH"/>
        </w:rPr>
        <w:t>Lebens</w:t>
      </w:r>
      <w:r w:rsidR="008A2007" w:rsidRPr="008A2007">
        <w:rPr>
          <w:lang w:val="de-CH"/>
        </w:rPr>
        <w:t>mittel-, Wasser/Ab</w:t>
      </w:r>
      <w:r w:rsidR="002A5888">
        <w:rPr>
          <w:lang w:val="de-CH"/>
        </w:rPr>
        <w:t>wasser- und Kraftwerksindustrie</w:t>
      </w:r>
      <w:r w:rsidR="00B875E6">
        <w:rPr>
          <w:lang w:val="de-CH"/>
        </w:rPr>
        <w:t xml:space="preserve"> </w:t>
      </w:r>
      <w:r w:rsidR="00DC36BD">
        <w:rPr>
          <w:lang w:val="de-CH"/>
        </w:rPr>
        <w:t xml:space="preserve">hilft </w:t>
      </w:r>
      <w:r w:rsidR="002A5888">
        <w:rPr>
          <w:lang w:val="de-CH"/>
        </w:rPr>
        <w:t xml:space="preserve">die </w:t>
      </w:r>
      <w:r w:rsidR="00843FCE">
        <w:rPr>
          <w:lang w:val="de-CH"/>
        </w:rPr>
        <w:t xml:space="preserve">moderne </w:t>
      </w:r>
      <w:r w:rsidR="002A5888">
        <w:rPr>
          <w:lang w:val="de-CH"/>
        </w:rPr>
        <w:t>M</w:t>
      </w:r>
      <w:bookmarkStart w:id="0" w:name="_GoBack"/>
      <w:bookmarkEnd w:id="0"/>
      <w:r w:rsidR="002A5888">
        <w:rPr>
          <w:lang w:val="de-CH"/>
        </w:rPr>
        <w:t>e</w:t>
      </w:r>
      <w:r w:rsidR="00DC36BD">
        <w:rPr>
          <w:lang w:val="de-CH"/>
        </w:rPr>
        <w:t xml:space="preserve">ss- und Automatisierungstechnik, </w:t>
      </w:r>
      <w:r w:rsidR="00DC36BD" w:rsidRPr="00DC36BD">
        <w:rPr>
          <w:lang w:val="de-CH"/>
        </w:rPr>
        <w:t>verfahrenstechnische Prozesse</w:t>
      </w:r>
      <w:r w:rsidR="00DC36BD">
        <w:rPr>
          <w:lang w:val="de-CH"/>
        </w:rPr>
        <w:t xml:space="preserve"> effizient, sicher und umweltfreundlich zu gestalten</w:t>
      </w:r>
      <w:r w:rsidR="008A2007">
        <w:rPr>
          <w:lang w:val="de-CH"/>
        </w:rPr>
        <w:t>.</w:t>
      </w:r>
      <w:r w:rsidR="00E66A33" w:rsidRPr="00C45112">
        <w:br w:type="page"/>
      </w:r>
    </w:p>
    <w:p w:rsidR="008274A8" w:rsidRPr="008274A8" w:rsidRDefault="00DD2EB7" w:rsidP="008274A8">
      <w:pPr>
        <w:pStyle w:val="TitelimText"/>
      </w:pPr>
      <w:r w:rsidRPr="00C45112">
        <w:lastRenderedPageBreak/>
        <w:t>Die Endress+Hauser Gruppe</w:t>
      </w:r>
      <w:r w:rsidR="008274A8">
        <w:br/>
      </w:r>
    </w:p>
    <w:p w:rsidR="00DD2EB7" w:rsidRPr="003D784D" w:rsidRDefault="003D784D" w:rsidP="003D784D">
      <w:r w:rsidRPr="003D784D">
        <w:t>Endress+Hauser ist ein international führende</w:t>
      </w:r>
      <w:r w:rsidR="002D1513">
        <w:t>r</w:t>
      </w:r>
      <w:r w:rsidRPr="003D784D">
        <w:t xml:space="preserve"> Anbieter von Messgeräten, Dienstleistungen und Lösungen für die industrielle Verfahrenstechnik. Die Firmengruppe zählt weltweit</w:t>
      </w:r>
      <w:r w:rsidR="004176D9">
        <w:t xml:space="preserve"> mehr als</w:t>
      </w:r>
      <w:r w:rsidRPr="003D784D">
        <w:t xml:space="preserve"> 12.000 Beschäftigte. 201</w:t>
      </w:r>
      <w:r w:rsidR="004176D9">
        <w:t>4</w:t>
      </w:r>
      <w:r w:rsidRPr="003D784D">
        <w:t xml:space="preserve"> erwirtschaftete sie </w:t>
      </w:r>
      <w:r w:rsidR="004176D9">
        <w:t>2,0</w:t>
      </w:r>
      <w:r w:rsidRPr="003D784D">
        <w:t xml:space="preserve"> Milliarden Euro Umsatz.</w:t>
      </w:r>
    </w:p>
    <w:p w:rsidR="00DD2EB7" w:rsidRPr="00C45112" w:rsidRDefault="00DD2EB7" w:rsidP="00DD2EB7">
      <w:pPr>
        <w:pStyle w:val="TitelimText"/>
      </w:pPr>
      <w:r w:rsidRPr="00C45112">
        <w:t>Struktur</w:t>
      </w:r>
    </w:p>
    <w:p w:rsidR="00DD2EB7" w:rsidRPr="00C45112" w:rsidRDefault="00DD2EB7" w:rsidP="00DD2EB7">
      <w:r w:rsidRPr="00C45112">
        <w:t>Eigene Sales Center sowie ein Netzwerk von Partnern stellen weltweit kompetente Unterstützung sicher. Product Center in elf Ländern erfüllen die Wünsche der Kunden schnell und flexibel. Eine Holding in Reinach/Schweiz koordiniert die Firmengruppe. Als erfolgreiches Unternehmen in Familienbesitz will Endress+Hauser auch künftig selbstständig und unabhängig bleiben.</w:t>
      </w:r>
    </w:p>
    <w:p w:rsidR="00DD2EB7" w:rsidRPr="00C45112" w:rsidRDefault="00DD2EB7" w:rsidP="00DD2EB7">
      <w:pPr>
        <w:pStyle w:val="TitelimText"/>
      </w:pPr>
      <w:r w:rsidRPr="00C45112">
        <w:t>Produkte</w:t>
      </w:r>
    </w:p>
    <w:p w:rsidR="00DD2EB7" w:rsidRPr="00C45112" w:rsidRDefault="00DD2EB7" w:rsidP="00DD2EB7">
      <w:r w:rsidRPr="00C45112">
        <w:t>Endress+Hauser liefert Sensoren, Geräte, Systeme und Dienstleistungen für Füllstand-, Durchfluss-, Druck- und Temperaturmessung sowie Analyse und Messwertregistrierung. Das Unternehmen unterstützt seine Kunden mit automatisierungstechnischen, logistischen und informationstechnischen Dienstleistungen und Lösungen. Die Produkte setzen Maßstäbe im Hinblick auf Qualität und Technologie.</w:t>
      </w:r>
    </w:p>
    <w:p w:rsidR="00DD2EB7" w:rsidRPr="00C45112" w:rsidRDefault="00DD2EB7" w:rsidP="00DD2EB7">
      <w:pPr>
        <w:pStyle w:val="TitelimText"/>
      </w:pPr>
      <w:r w:rsidRPr="00C45112">
        <w:t>Branchen</w:t>
      </w:r>
    </w:p>
    <w:p w:rsidR="00DD2EB7" w:rsidRPr="00C45112" w:rsidRDefault="00DD2EB7" w:rsidP="00DD2EB7">
      <w:r w:rsidRPr="00C45112">
        <w:t>Die Kunden kommen überwiegend aus den Branchen Chemie/Petrochemie, Lebensmittel, Öl und Gas, Wasser/Abwasser, Energie und Kraftwerke, Life Sciences, Grundstoffe und Metall, Erneuerbare Energien, Papier und Zellstoff sowie Schiffbau. Sie gestalten mit Unterstützung von Endress+Hauser ihre verfahrenstechnischen Abläufe zuverlässig, sicher, wirtschaftlich und umweltfreundlich.</w:t>
      </w:r>
    </w:p>
    <w:p w:rsidR="00DD2EB7" w:rsidRPr="00C45112" w:rsidRDefault="00DD2EB7" w:rsidP="00DD2EB7">
      <w:pPr>
        <w:pStyle w:val="TitelimText"/>
      </w:pPr>
      <w:r w:rsidRPr="00C45112">
        <w:t>Geschichte</w:t>
      </w:r>
    </w:p>
    <w:p w:rsidR="00DD2EB7" w:rsidRPr="00C45112" w:rsidRDefault="00DD2EB7" w:rsidP="00DD2EB7">
      <w:r w:rsidRPr="00C45112">
        <w:t xml:space="preserve">Endress+Hauser wurde 1953 von Georg H. Endress und Ludwig Hauser gegründet. Die Firmengruppe ist seit 1975 im Alleinbesitz der Familie Endress. </w:t>
      </w:r>
      <w:r w:rsidR="00EA4AF9" w:rsidRPr="00EA4AF9">
        <w:t>Das Unternehmen entwickelte sich konsequent vom Spezialisten für Füllstandmessung zum Anbieter von Komplettlösungen für die industrielle Messtechnik und Automatisierung.</w:t>
      </w:r>
      <w:r w:rsidR="00EA4AF9">
        <w:t xml:space="preserve"> </w:t>
      </w:r>
      <w:r w:rsidRPr="00C45112">
        <w:t>Gleichzeitig wurden ständig neue Märkte erschlossen.</w:t>
      </w:r>
    </w:p>
    <w:p w:rsidR="00DD2EB7" w:rsidRPr="00C45112" w:rsidRDefault="00DD2EB7" w:rsidP="00DD2EB7">
      <w:r w:rsidRPr="00C45112">
        <w:t xml:space="preserve">Weitere Informationen unter </w:t>
      </w:r>
      <w:r w:rsidRPr="00C45112">
        <w:rPr>
          <w:u w:val="single"/>
        </w:rPr>
        <w:t>www.press.endress.com</w:t>
      </w:r>
      <w:r w:rsidRPr="00C45112">
        <w:t xml:space="preserve"> oder </w:t>
      </w:r>
      <w:r w:rsidRPr="00C45112">
        <w:rPr>
          <w:u w:val="single"/>
        </w:rPr>
        <w:t>www.endress.com</w:t>
      </w:r>
    </w:p>
    <w:p w:rsidR="00F2428B" w:rsidRPr="00C45112" w:rsidRDefault="00F2428B" w:rsidP="00DD2EB7"/>
    <w:p w:rsidR="00DD2EB7" w:rsidRPr="00C45112" w:rsidRDefault="00DD2EB7" w:rsidP="00DD2EB7">
      <w:pPr>
        <w:pStyle w:val="TitelimText"/>
      </w:pPr>
      <w:r w:rsidRPr="00C45112">
        <w:t>Kontakt</w:t>
      </w:r>
    </w:p>
    <w:p w:rsidR="00DD2EB7" w:rsidRPr="00C45112" w:rsidRDefault="00DD2EB7" w:rsidP="00DD2EB7">
      <w:pPr>
        <w:tabs>
          <w:tab w:val="left" w:pos="4820"/>
          <w:tab w:val="left" w:pos="5670"/>
        </w:tabs>
      </w:pPr>
      <w:r w:rsidRPr="00C45112">
        <w:t>Monique Juillerat</w:t>
      </w:r>
      <w:r w:rsidRPr="00C45112">
        <w:tab/>
        <w:t>E-Mail</w:t>
      </w:r>
      <w:r w:rsidRPr="00C45112">
        <w:tab/>
        <w:t>monique.juillerat@holding.endress.com</w:t>
      </w:r>
      <w:r w:rsidRPr="00C45112">
        <w:br/>
        <w:t>Corporate Director Corporate Communications</w:t>
      </w:r>
      <w:r w:rsidRPr="00C45112">
        <w:tab/>
        <w:t>Telefon</w:t>
      </w:r>
      <w:r w:rsidRPr="00C45112">
        <w:tab/>
        <w:t>+41 61 715 7729</w:t>
      </w:r>
      <w:r w:rsidRPr="00C45112">
        <w:br/>
        <w:t>Endress+Hauser AG</w:t>
      </w:r>
      <w:r w:rsidRPr="00C45112">
        <w:tab/>
        <w:t xml:space="preserve">Fax </w:t>
      </w:r>
      <w:r w:rsidRPr="00C45112">
        <w:tab/>
        <w:t>+41 61 715 2888</w:t>
      </w:r>
      <w:r w:rsidRPr="00C45112">
        <w:br/>
        <w:t>Kägenstrasse 2</w:t>
      </w:r>
      <w:r w:rsidRPr="00C45112">
        <w:br/>
        <w:t>4153 Reinach BL 1</w:t>
      </w:r>
      <w:r w:rsidRPr="00C45112">
        <w:br/>
        <w:t>Schweiz</w:t>
      </w:r>
    </w:p>
    <w:sectPr w:rsidR="00DD2EB7" w:rsidRPr="00C45112" w:rsidSect="00E233C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D85" w:rsidRDefault="00D15D85" w:rsidP="00380AC8">
      <w:pPr>
        <w:spacing w:after="0" w:line="240" w:lineRule="auto"/>
      </w:pPr>
      <w:r>
        <w:separator/>
      </w:r>
    </w:p>
  </w:endnote>
  <w:endnote w:type="continuationSeparator" w:id="0">
    <w:p w:rsidR="00D15D85" w:rsidRDefault="00D15D85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:rsidR="000A7220" w:rsidRPr="008274A8" w:rsidRDefault="000A7220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AB2A10">
          <w:rPr>
            <w:noProof/>
            <w:sz w:val="16"/>
            <w:szCs w:val="16"/>
          </w:rPr>
          <w:t>2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AB2A10">
          <w:rPr>
            <w:noProof/>
            <w:sz w:val="16"/>
            <w:szCs w:val="16"/>
          </w:rPr>
          <w:t>2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Default="000A722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D85" w:rsidRDefault="00D15D85" w:rsidP="00380AC8">
      <w:pPr>
        <w:spacing w:after="0" w:line="240" w:lineRule="auto"/>
      </w:pPr>
      <w:r>
        <w:separator/>
      </w:r>
    </w:p>
  </w:footnote>
  <w:footnote w:type="continuationSeparator" w:id="0">
    <w:p w:rsidR="00D15D85" w:rsidRDefault="00D15D85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:rsidR="000A7220" w:rsidRDefault="000A7220" w:rsidP="00C27B1F">
          <w:pPr>
            <w:pStyle w:val="DokumententypDatum"/>
          </w:pPr>
          <w:r>
            <w:t>Medienmitteilung</w:t>
          </w:r>
        </w:p>
        <w:p w:rsidR="000A7220" w:rsidRPr="00F023F2" w:rsidRDefault="00053E1B" w:rsidP="00053E1B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24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>
            <w:rPr>
              <w:lang w:val="de-CH"/>
            </w:rPr>
            <w:t xml:space="preserve">April </w:t>
          </w:r>
          <w:r w:rsidR="00553C89">
            <w:rPr>
              <w:lang w:val="de-CH"/>
            </w:rPr>
            <w:t>201</w:t>
          </w:r>
          <w:r w:rsidR="004176D9">
            <w:rPr>
              <w:lang w:val="de-CH"/>
            </w:rPr>
            <w:t>5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:rsidR="000A7220" w:rsidRPr="00F023F2" w:rsidRDefault="000A7220" w:rsidP="00216D8F">
              <w:pPr>
                <w:pStyle w:val="Header"/>
                <w:jc w:val="right"/>
              </w:pPr>
              <w:r w:rsidRPr="00F023F2">
                <w:rPr>
                  <w:noProof/>
                  <w:lang w:val="en-US"/>
                </w:rPr>
                <w:drawing>
                  <wp:inline distT="0" distB="0" distL="0" distR="0" wp14:anchorId="49FB04A0" wp14:editId="3DED4FAF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Pr="00F023F2" w:rsidRDefault="000A722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85"/>
    <w:rsid w:val="00025DDF"/>
    <w:rsid w:val="00053E1B"/>
    <w:rsid w:val="000659F6"/>
    <w:rsid w:val="00070F29"/>
    <w:rsid w:val="000A7220"/>
    <w:rsid w:val="000B6313"/>
    <w:rsid w:val="000C6BB8"/>
    <w:rsid w:val="000D305E"/>
    <w:rsid w:val="000D5C45"/>
    <w:rsid w:val="00111E14"/>
    <w:rsid w:val="00157519"/>
    <w:rsid w:val="00167B05"/>
    <w:rsid w:val="001970A8"/>
    <w:rsid w:val="001A0596"/>
    <w:rsid w:val="001C4E9B"/>
    <w:rsid w:val="00216D8F"/>
    <w:rsid w:val="00232EDF"/>
    <w:rsid w:val="00243CFB"/>
    <w:rsid w:val="002A5888"/>
    <w:rsid w:val="002D1513"/>
    <w:rsid w:val="00301905"/>
    <w:rsid w:val="00306680"/>
    <w:rsid w:val="00320CF9"/>
    <w:rsid w:val="00345E85"/>
    <w:rsid w:val="00372479"/>
    <w:rsid w:val="00380AC8"/>
    <w:rsid w:val="003C6205"/>
    <w:rsid w:val="003D784D"/>
    <w:rsid w:val="004176D9"/>
    <w:rsid w:val="00474DAE"/>
    <w:rsid w:val="004E0B4C"/>
    <w:rsid w:val="005143BF"/>
    <w:rsid w:val="00553C89"/>
    <w:rsid w:val="005558DF"/>
    <w:rsid w:val="005B6A1A"/>
    <w:rsid w:val="005F38AE"/>
    <w:rsid w:val="005F6C9E"/>
    <w:rsid w:val="005F6CA4"/>
    <w:rsid w:val="006254F8"/>
    <w:rsid w:val="00652501"/>
    <w:rsid w:val="006527DE"/>
    <w:rsid w:val="006962C9"/>
    <w:rsid w:val="006A0C16"/>
    <w:rsid w:val="006E6CE3"/>
    <w:rsid w:val="00703F3A"/>
    <w:rsid w:val="00737B4D"/>
    <w:rsid w:val="007736FB"/>
    <w:rsid w:val="007F76BE"/>
    <w:rsid w:val="008274A8"/>
    <w:rsid w:val="00843FCE"/>
    <w:rsid w:val="00857694"/>
    <w:rsid w:val="00865881"/>
    <w:rsid w:val="00877C69"/>
    <w:rsid w:val="008827BF"/>
    <w:rsid w:val="00884946"/>
    <w:rsid w:val="008979FA"/>
    <w:rsid w:val="008A2007"/>
    <w:rsid w:val="008A6DF6"/>
    <w:rsid w:val="00904B84"/>
    <w:rsid w:val="00905ED6"/>
    <w:rsid w:val="0092021F"/>
    <w:rsid w:val="00925C45"/>
    <w:rsid w:val="00965A9E"/>
    <w:rsid w:val="009A5862"/>
    <w:rsid w:val="00AB2A10"/>
    <w:rsid w:val="00AE1FE2"/>
    <w:rsid w:val="00B06D00"/>
    <w:rsid w:val="00B66F30"/>
    <w:rsid w:val="00B875E6"/>
    <w:rsid w:val="00B916A6"/>
    <w:rsid w:val="00B96B31"/>
    <w:rsid w:val="00BE737F"/>
    <w:rsid w:val="00C27B1F"/>
    <w:rsid w:val="00C32234"/>
    <w:rsid w:val="00C41D14"/>
    <w:rsid w:val="00C45112"/>
    <w:rsid w:val="00C53EB0"/>
    <w:rsid w:val="00CC070E"/>
    <w:rsid w:val="00CC0AE3"/>
    <w:rsid w:val="00CE7391"/>
    <w:rsid w:val="00D15D85"/>
    <w:rsid w:val="00D1641C"/>
    <w:rsid w:val="00D30CD7"/>
    <w:rsid w:val="00D35C1C"/>
    <w:rsid w:val="00D476CA"/>
    <w:rsid w:val="00D60A45"/>
    <w:rsid w:val="00D668DD"/>
    <w:rsid w:val="00D84A90"/>
    <w:rsid w:val="00DA7921"/>
    <w:rsid w:val="00DC36BD"/>
    <w:rsid w:val="00DD2EB7"/>
    <w:rsid w:val="00DE0F24"/>
    <w:rsid w:val="00DE68C1"/>
    <w:rsid w:val="00DE7080"/>
    <w:rsid w:val="00E233CD"/>
    <w:rsid w:val="00E32ED4"/>
    <w:rsid w:val="00E66A33"/>
    <w:rsid w:val="00E85D78"/>
    <w:rsid w:val="00E925F1"/>
    <w:rsid w:val="00E92CED"/>
    <w:rsid w:val="00E9431C"/>
    <w:rsid w:val="00EA4AF9"/>
    <w:rsid w:val="00ED6624"/>
    <w:rsid w:val="00F023F2"/>
    <w:rsid w:val="00F2428B"/>
    <w:rsid w:val="00F4041C"/>
    <w:rsid w:val="00FB7EF3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PR\Medienmitteilungen\Medienmitteilungen%202015\_Templates_2015\Endress_Hauser_Thema_Tag_Monat_2015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Endress_Hauser_Thema_Tag_Monat_2015_DE.dotx</Template>
  <TotalTime>0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Endress+Hauser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Marzahn</dc:creator>
  <cp:keywords>Medienmitteilung</cp:keywords>
  <cp:lastModifiedBy>Alexander Marzahn</cp:lastModifiedBy>
  <cp:revision>9</cp:revision>
  <cp:lastPrinted>2015-04-16T11:29:00Z</cp:lastPrinted>
  <dcterms:created xsi:type="dcterms:W3CDTF">2015-04-16T13:38:00Z</dcterms:created>
  <dcterms:modified xsi:type="dcterms:W3CDTF">2015-04-23T12:47:00Z</dcterms:modified>
</cp:coreProperties>
</file>